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D2288C" w:rsidP="00EB480E">
      <w:pPr>
        <w:jc w:val="right"/>
        <w:rPr>
          <w:b/>
        </w:rPr>
      </w:pPr>
      <w:r>
        <w:rPr>
          <w:b/>
        </w:rPr>
        <w:t xml:space="preserve"> </w:t>
      </w:r>
      <w:r w:rsidR="00580378"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Pr="00E265E2">
        <w:rPr>
          <w:b/>
          <w:sz w:val="28"/>
          <w:szCs w:val="28"/>
        </w:rPr>
        <w:t>-202</w:t>
      </w:r>
      <w:r w:rsidR="00474C8A">
        <w:rPr>
          <w:b/>
          <w:sz w:val="28"/>
          <w:szCs w:val="28"/>
        </w:rPr>
        <w:t>4</w:t>
      </w:r>
      <w:r w:rsidRPr="00E265E2">
        <w:rPr>
          <w:b/>
          <w:sz w:val="28"/>
          <w:szCs w:val="28"/>
        </w:rPr>
        <w:t xml:space="preserve"> METŲ STRATEGINIO VEIKLOS PLANO PATVIRTINIMO“</w:t>
      </w:r>
      <w:r w:rsidR="00060766">
        <w:rPr>
          <w:b/>
          <w:sz w:val="28"/>
          <w:szCs w:val="28"/>
        </w:rPr>
        <w:t xml:space="preserve"> IR JĮ KEITUSIŲ SPRENDIMŲ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m. </w:t>
      </w:r>
      <w:r w:rsidR="00D2288C">
        <w:t>gegužės</w:t>
      </w:r>
      <w:r w:rsidR="002330F4">
        <w:t xml:space="preserve"> </w:t>
      </w:r>
      <w:r w:rsidR="00D2288C">
        <w:t>26</w:t>
      </w:r>
      <w:r w:rsidR="00111FD0" w:rsidRPr="008218C4">
        <w:t xml:space="preserve"> </w:t>
      </w:r>
      <w:r w:rsidRPr="008218C4">
        <w:t>d. Nr.T1-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E64944">
      <w:pPr>
        <w:tabs>
          <w:tab w:val="left" w:pos="1050"/>
        </w:tabs>
        <w:ind w:firstLine="720"/>
        <w:jc w:val="both"/>
      </w:pPr>
      <w:r w:rsidRPr="008218C4">
        <w:t>Plungės rajono savivaldybės taryba</w:t>
      </w:r>
      <w:r w:rsidR="00EB480E" w:rsidRPr="008218C4">
        <w:t xml:space="preserve"> n u s p r e n d ž i a:</w:t>
      </w:r>
    </w:p>
    <w:p w:rsidR="00B8327E" w:rsidRPr="0031747E" w:rsidRDefault="008329A8" w:rsidP="00E64944">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2022-2024 metų strateginio veiklos plano patvirtinimo</w:t>
      </w:r>
      <w:r w:rsidR="00060766">
        <w:t>“ (kartu su 2022 m. kovo 24 d. sprendimu</w:t>
      </w:r>
      <w:r w:rsidR="003B0648">
        <w:t xml:space="preserve"> Nr.</w:t>
      </w:r>
      <w:r w:rsidR="00BC63ED">
        <w:t xml:space="preserve"> </w:t>
      </w:r>
      <w:r w:rsidR="00060766">
        <w:t>T1-</w:t>
      </w:r>
      <w:r w:rsidR="003B0648">
        <w:t>80, 2022 m. balandžio 28 d. sprendimu Nr.</w:t>
      </w:r>
      <w:r w:rsidR="00BC63ED">
        <w:t xml:space="preserve"> </w:t>
      </w:r>
      <w:r w:rsidR="003B0648">
        <w:t>T1-</w:t>
      </w:r>
      <w:r w:rsidR="00924F8E">
        <w:t>123</w:t>
      </w:r>
      <w:r w:rsidR="00060766">
        <w:t xml:space="preserve">) </w:t>
      </w:r>
      <w:r w:rsidR="0031747E">
        <w:t>ir išdėstyti nauja redakcija</w:t>
      </w:r>
      <w:r w:rsidR="00797D5E">
        <w:t xml:space="preserve"> (</w:t>
      </w:r>
      <w:r w:rsidR="0031747E">
        <w:t>pridedam</w:t>
      </w:r>
      <w:r w:rsidR="00EB2ADA">
        <w:t>a</w:t>
      </w:r>
      <w:r w:rsidR="00797D5E">
        <w:t>)</w:t>
      </w:r>
      <w:r w:rsidR="0031747E">
        <w:t>:</w:t>
      </w:r>
      <w:r w:rsidR="0031747E" w:rsidRPr="0031747E">
        <w:t xml:space="preserve"> </w:t>
      </w:r>
    </w:p>
    <w:p w:rsidR="00EF09E4" w:rsidRDefault="00EF09E4" w:rsidP="003277F9">
      <w:pPr>
        <w:numPr>
          <w:ilvl w:val="0"/>
          <w:numId w:val="9"/>
        </w:numPr>
        <w:tabs>
          <w:tab w:val="left" w:pos="709"/>
          <w:tab w:val="left" w:pos="993"/>
        </w:tabs>
        <w:ind w:left="0" w:firstLine="720"/>
        <w:jc w:val="both"/>
        <w:rPr>
          <w:spacing w:val="-5"/>
          <w:lang w:eastAsia="en-US"/>
        </w:rPr>
      </w:pPr>
      <w:r>
        <w:rPr>
          <w:spacing w:val="-5"/>
          <w:lang w:eastAsia="en-US"/>
        </w:rPr>
        <w:t>2022-2024 metų 01 U</w:t>
      </w:r>
      <w:r w:rsidRPr="00EF09E4">
        <w:rPr>
          <w:spacing w:val="-5"/>
          <w:lang w:eastAsia="en-US"/>
        </w:rPr>
        <w:t>gdymo kokybės, sporto ir modernios aplinkos užtikrinimo programos</w:t>
      </w:r>
      <w:r w:rsidR="00EB2ADA">
        <w:rPr>
          <w:spacing w:val="-5"/>
          <w:lang w:eastAsia="en-US"/>
        </w:rPr>
        <w:t>, jos</w:t>
      </w:r>
      <w:r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31747E" w:rsidRPr="0031747E" w:rsidRDefault="00EF09E4" w:rsidP="003277F9">
      <w:pPr>
        <w:numPr>
          <w:ilvl w:val="0"/>
          <w:numId w:val="9"/>
        </w:numPr>
        <w:tabs>
          <w:tab w:val="left" w:pos="709"/>
          <w:tab w:val="left" w:pos="993"/>
        </w:tabs>
        <w:ind w:left="0" w:firstLine="720"/>
        <w:jc w:val="both"/>
        <w:rPr>
          <w:spacing w:val="-5"/>
          <w:lang w:eastAsia="en-US"/>
        </w:rPr>
      </w:pPr>
      <w:r>
        <w:rPr>
          <w:spacing w:val="-5"/>
          <w:lang w:eastAsia="en-US"/>
        </w:rPr>
        <w:t>2022</w:t>
      </w:r>
      <w:r w:rsidR="00043BE5">
        <w:rPr>
          <w:spacing w:val="-5"/>
          <w:lang w:eastAsia="en-US"/>
        </w:rPr>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F47313" w:rsidRDefault="00F47313" w:rsidP="003277F9">
      <w:pPr>
        <w:numPr>
          <w:ilvl w:val="0"/>
          <w:numId w:val="9"/>
        </w:numPr>
        <w:tabs>
          <w:tab w:val="left" w:pos="709"/>
          <w:tab w:val="left" w:pos="993"/>
        </w:tabs>
        <w:ind w:left="0" w:firstLine="720"/>
        <w:jc w:val="both"/>
        <w:rPr>
          <w:spacing w:val="-5"/>
          <w:lang w:eastAsia="en-US"/>
        </w:rPr>
      </w:pPr>
      <w:r>
        <w:rPr>
          <w:spacing w:val="-5"/>
          <w:lang w:eastAsia="en-US"/>
        </w:rPr>
        <w:t>2022-2024 metų 0</w:t>
      </w:r>
      <w:r w:rsidR="00924F8E">
        <w:rPr>
          <w:spacing w:val="-5"/>
          <w:lang w:eastAsia="en-US"/>
        </w:rPr>
        <w:t>4</w:t>
      </w:r>
      <w:r>
        <w:rPr>
          <w:spacing w:val="-5"/>
          <w:lang w:eastAsia="en-US"/>
        </w:rPr>
        <w:t xml:space="preserve"> </w:t>
      </w:r>
      <w:r w:rsidR="00924F8E">
        <w:rPr>
          <w:spacing w:val="-5"/>
          <w:lang w:eastAsia="en-US"/>
        </w:rPr>
        <w:t>Socialiai saugios ir sve</w:t>
      </w:r>
      <w:r w:rsidR="00043BE5">
        <w:rPr>
          <w:spacing w:val="-5"/>
          <w:lang w:eastAsia="en-US"/>
        </w:rPr>
        <w:t>i</w:t>
      </w:r>
      <w:r w:rsidR="00924F8E">
        <w:rPr>
          <w:spacing w:val="-5"/>
          <w:lang w:eastAsia="en-US"/>
        </w:rPr>
        <w:t>kos aplinkos kūr</w:t>
      </w:r>
      <w:r w:rsidR="00043BE5">
        <w:rPr>
          <w:spacing w:val="-5"/>
          <w:lang w:eastAsia="en-US"/>
        </w:rPr>
        <w:t>i</w:t>
      </w:r>
      <w:r w:rsidR="00924F8E">
        <w:rPr>
          <w:spacing w:val="-5"/>
          <w:lang w:eastAsia="en-US"/>
        </w:rPr>
        <w:t>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CC7B88" w:rsidRPr="00CC7B88" w:rsidRDefault="00CC7B88" w:rsidP="003277F9">
      <w:pPr>
        <w:numPr>
          <w:ilvl w:val="0"/>
          <w:numId w:val="9"/>
        </w:numPr>
        <w:tabs>
          <w:tab w:val="left" w:pos="709"/>
          <w:tab w:val="left" w:pos="993"/>
        </w:tabs>
        <w:ind w:left="0" w:firstLine="720"/>
        <w:jc w:val="both"/>
        <w:rPr>
          <w:spacing w:val="-5"/>
          <w:lang w:eastAsia="en-US"/>
        </w:rPr>
      </w:pPr>
      <w:r>
        <w:rPr>
          <w:spacing w:val="-5"/>
          <w:lang w:eastAsia="en-US"/>
        </w:rPr>
        <w:t>2022-2024 metų 07 S</w:t>
      </w:r>
      <w:r w:rsidRPr="00F47313">
        <w:rPr>
          <w:spacing w:val="-5"/>
          <w:lang w:eastAsia="en-US"/>
        </w:rPr>
        <w:t xml:space="preserve">avivaldybės veiklos valdymo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F47313" w:rsidRDefault="00EE4350" w:rsidP="00E64944">
      <w:pPr>
        <w:numPr>
          <w:ilvl w:val="0"/>
          <w:numId w:val="9"/>
        </w:numPr>
        <w:tabs>
          <w:tab w:val="left" w:pos="709"/>
          <w:tab w:val="left" w:pos="993"/>
        </w:tabs>
        <w:ind w:left="0" w:firstLine="720"/>
        <w:jc w:val="both"/>
        <w:rPr>
          <w:spacing w:val="-5"/>
          <w:lang w:eastAsia="en-US"/>
        </w:rPr>
      </w:pPr>
      <w:r>
        <w:rPr>
          <w:spacing w:val="-5"/>
          <w:lang w:eastAsia="en-US"/>
        </w:rPr>
        <w:t>2022-2024</w:t>
      </w:r>
      <w:r w:rsidR="00EB2ADA">
        <w:rPr>
          <w:spacing w:val="-5"/>
          <w:lang w:eastAsia="en-US"/>
        </w:rPr>
        <w:t xml:space="preserve"> </w:t>
      </w:r>
      <w:r>
        <w:rPr>
          <w:spacing w:val="-5"/>
          <w:lang w:eastAsia="en-US"/>
        </w:rPr>
        <w:t>metų 08 I</w:t>
      </w:r>
      <w:r w:rsidRPr="00F47313">
        <w:rPr>
          <w:spacing w:val="-5"/>
          <w:lang w:eastAsia="en-US"/>
        </w:rPr>
        <w:t xml:space="preserve">nfrastruktūros objektų priežiūros ir ūkinių subjektų rėmimo programos, </w:t>
      </w:r>
      <w:r w:rsidR="00EB2ADA">
        <w:rPr>
          <w:spacing w:val="-5"/>
          <w:lang w:eastAsia="en-US"/>
        </w:rPr>
        <w:t>jos</w:t>
      </w:r>
      <w:r w:rsidRPr="00F47313">
        <w:rPr>
          <w:spacing w:val="-5"/>
          <w:lang w:eastAsia="en-US"/>
        </w:rPr>
        <w:t xml:space="preserve"> tikslų, uždavinių i</w:t>
      </w:r>
      <w:r w:rsidR="0031747E">
        <w:rPr>
          <w:spacing w:val="-5"/>
          <w:lang w:eastAsia="en-US"/>
        </w:rPr>
        <w:t>r priemonių asignavimų suvestin</w:t>
      </w:r>
      <w:r w:rsidR="00797D5E">
        <w:rPr>
          <w:spacing w:val="-5"/>
          <w:lang w:eastAsia="en-US"/>
        </w:rPr>
        <w:t>ė</w:t>
      </w:r>
      <w:r>
        <w:rPr>
          <w:spacing w:val="-5"/>
          <w:lang w:eastAsia="en-US"/>
        </w:rPr>
        <w:t>.</w:t>
      </w:r>
    </w:p>
    <w:p w:rsidR="003952BF" w:rsidRDefault="00EF09E4" w:rsidP="00412A92">
      <w:pPr>
        <w:tabs>
          <w:tab w:val="left" w:pos="709"/>
          <w:tab w:val="left" w:pos="993"/>
        </w:tabs>
        <w:ind w:left="705" w:firstLine="720"/>
        <w:jc w:val="both"/>
        <w:rPr>
          <w:spacing w:val="-5"/>
          <w:lang w:eastAsia="en-US"/>
        </w:rPr>
      </w:pPr>
      <w:r>
        <w:rPr>
          <w:spacing w:val="-5"/>
          <w:lang w:eastAsia="en-US"/>
        </w:rPr>
        <w:t xml:space="preserve"> </w:t>
      </w:r>
    </w:p>
    <w:p w:rsidR="00777BCF" w:rsidRDefault="00777BCF" w:rsidP="00777BCF">
      <w:pPr>
        <w:tabs>
          <w:tab w:val="left" w:pos="1050"/>
        </w:tabs>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713DE9" w:rsidRDefault="001A06F5" w:rsidP="00125A4D">
      <w:r w:rsidRPr="008218C4">
        <w:t xml:space="preserve">          </w:t>
      </w:r>
      <w:r w:rsidR="00037D99" w:rsidRPr="008218C4">
        <w:t xml:space="preserve">     </w:t>
      </w:r>
    </w:p>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D1008A" w:rsidRDefault="00D1008A" w:rsidP="00125A4D"/>
    <w:p w:rsidR="003E5FB6" w:rsidRDefault="003E5FB6" w:rsidP="00125A4D"/>
    <w:p w:rsidR="00E7456B" w:rsidRPr="008218C4" w:rsidRDefault="00E7456B" w:rsidP="00125A4D"/>
    <w:p w:rsidR="00125A4D" w:rsidRPr="008218C4" w:rsidRDefault="00125A4D" w:rsidP="003609F7">
      <w:pPr>
        <w:jc w:val="both"/>
      </w:pPr>
      <w:r w:rsidRPr="008218C4">
        <w:t>SUDERINTA:</w:t>
      </w:r>
    </w:p>
    <w:p w:rsidR="00125A4D" w:rsidRDefault="00125A4D" w:rsidP="003609F7">
      <w:pPr>
        <w:jc w:val="both"/>
      </w:pPr>
      <w:r w:rsidRPr="008218C4">
        <w:t>Adm</w:t>
      </w:r>
      <w:r w:rsidR="006E25C6" w:rsidRPr="008218C4">
        <w:t>inistracijos direktori</w:t>
      </w:r>
      <w:r w:rsidR="003B0648">
        <w:t xml:space="preserve">aus pavaduotojas, </w:t>
      </w:r>
      <w:r w:rsidR="00E7456B">
        <w:t xml:space="preserve"> </w:t>
      </w:r>
      <w:r w:rsidR="003B0648">
        <w:t xml:space="preserve">pavaduojantis Administracijos direktorių </w:t>
      </w:r>
      <w:r w:rsidR="00043BE5">
        <w:t>Mantas</w:t>
      </w:r>
      <w:r w:rsidR="00BA5DB9" w:rsidRPr="008218C4">
        <w:t xml:space="preserve"> </w:t>
      </w:r>
      <w:r w:rsidR="003B0648">
        <w:t>Česnauskas</w:t>
      </w:r>
    </w:p>
    <w:p w:rsidR="009A19FE" w:rsidRPr="008218C4" w:rsidRDefault="009A19FE" w:rsidP="003609F7">
      <w:pPr>
        <w:jc w:val="both"/>
      </w:pPr>
      <w:r>
        <w:t>Strateginio planavimo ir investicijų skyriaus vedėja Ž</w:t>
      </w:r>
      <w:r w:rsidR="00043BE5">
        <w:t>aneta</w:t>
      </w:r>
      <w:r w:rsidR="00E92BA1">
        <w:t xml:space="preserve"> </w:t>
      </w:r>
      <w:r>
        <w:t>Vaitkuvienė</w:t>
      </w:r>
    </w:p>
    <w:p w:rsidR="00125A4D" w:rsidRPr="008218C4" w:rsidRDefault="00806FD6" w:rsidP="003609F7">
      <w:pPr>
        <w:jc w:val="both"/>
      </w:pPr>
      <w:r>
        <w:t>Protokolo skyriaus k</w:t>
      </w:r>
      <w:r w:rsidR="00D336CD">
        <w:t>albos tvarkytoja S</w:t>
      </w:r>
      <w:r w:rsidR="00043BE5">
        <w:t>imona</w:t>
      </w:r>
      <w:r w:rsidR="00125A4D" w:rsidRPr="008218C4">
        <w:t xml:space="preserve"> </w:t>
      </w:r>
      <w:r w:rsidR="00D336CD">
        <w:t>Grigalauskaitė</w:t>
      </w:r>
    </w:p>
    <w:p w:rsidR="00806FD6" w:rsidRPr="00F03FE2" w:rsidRDefault="00806FD6" w:rsidP="003609F7">
      <w:pPr>
        <w:jc w:val="both"/>
      </w:pPr>
      <w:r w:rsidRPr="00F03FE2">
        <w:t xml:space="preserve">Juridinio ir personalo administravimo skyriaus </w:t>
      </w:r>
      <w:r>
        <w:t>patarėja Donata Norvaišienė</w:t>
      </w:r>
    </w:p>
    <w:p w:rsidR="00806FD6" w:rsidRDefault="00806FD6" w:rsidP="003609F7">
      <w:pPr>
        <w:jc w:val="both"/>
      </w:pPr>
    </w:p>
    <w:p w:rsidR="00E40A3A" w:rsidRPr="008218C4" w:rsidRDefault="00125A4D" w:rsidP="003609F7">
      <w:pPr>
        <w:jc w:val="both"/>
      </w:pPr>
      <w:r w:rsidRPr="008218C4">
        <w:t>Sprendimą rengė</w:t>
      </w:r>
      <w:r w:rsidR="00E92BA1">
        <w:t xml:space="preserve"> S</w:t>
      </w:r>
      <w:r w:rsidRPr="008218C4">
        <w:t xml:space="preserve">trateginio planavimo ir investicijų skyriaus vedėjo pavaduotoja Jurgita </w:t>
      </w:r>
      <w:r w:rsidR="00037D99" w:rsidRPr="008218C4">
        <w:t>Saldukienė</w:t>
      </w:r>
    </w:p>
    <w:p w:rsidR="006B6161" w:rsidRPr="008C78D8" w:rsidRDefault="006B6161" w:rsidP="006B6161">
      <w:pPr>
        <w:jc w:val="center"/>
        <w:rPr>
          <w:b/>
        </w:rPr>
      </w:pPr>
      <w:r w:rsidRPr="008C78D8">
        <w:rPr>
          <w:b/>
        </w:rPr>
        <w:lastRenderedPageBreak/>
        <w:t>STRATEGINIO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787B11">
        <w:rPr>
          <w:b/>
          <w:caps/>
        </w:rPr>
        <w:t xml:space="preserve">IR JĮ KEITUSIŲ SPRENDIMŲ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 </w:t>
      </w:r>
      <w:r w:rsidR="003B0648">
        <w:t>gegužės 10</w:t>
      </w:r>
      <w:r w:rsidR="005639F0" w:rsidRPr="004654B0">
        <w:t xml:space="preserve"> </w:t>
      </w:r>
      <w:r w:rsidRPr="004654B0">
        <w:t>d.</w:t>
      </w:r>
    </w:p>
    <w:p w:rsidR="006B6161" w:rsidRDefault="006B6161" w:rsidP="00E643CF">
      <w:pPr>
        <w:jc w:val="center"/>
      </w:pPr>
      <w:r w:rsidRPr="004654B0">
        <w:t>Plungė</w:t>
      </w:r>
    </w:p>
    <w:p w:rsidR="00E643CF" w:rsidRPr="004654B0" w:rsidRDefault="00E643CF" w:rsidP="00E643CF">
      <w:pPr>
        <w:jc w:val="center"/>
      </w:pPr>
    </w:p>
    <w:p w:rsidR="00787B11" w:rsidRDefault="00787B11" w:rsidP="00E7456B">
      <w:pPr>
        <w:numPr>
          <w:ilvl w:val="0"/>
          <w:numId w:val="11"/>
        </w:numPr>
        <w:tabs>
          <w:tab w:val="left" w:pos="709"/>
          <w:tab w:val="left" w:pos="993"/>
        </w:tabs>
        <w:ind w:left="0" w:firstLine="720"/>
        <w:jc w:val="both"/>
      </w:pPr>
      <w:r w:rsidRPr="00040EAC">
        <w:rPr>
          <w:b/>
        </w:rPr>
        <w:t>Parengto teisės akto projekto tikslai, uždaviniai, problemos esmė</w:t>
      </w:r>
      <w:r w:rsidR="00E40A3A">
        <w:t>. P</w:t>
      </w:r>
      <w:r w:rsidRPr="007064A4">
        <w:t>akeisti</w:t>
      </w:r>
      <w:r w:rsidRPr="00040EAC">
        <w:rPr>
          <w:b/>
        </w:rPr>
        <w:t xml:space="preserve"> </w:t>
      </w:r>
      <w:r w:rsidRPr="004654B0">
        <w:t>Plungės</w:t>
      </w:r>
      <w:r w:rsidR="00E7456B">
        <w:t xml:space="preserve"> </w:t>
      </w:r>
      <w:r w:rsidRPr="004654B0">
        <w:t xml:space="preserve">rajono savivaldybės </w:t>
      </w:r>
      <w:r>
        <w:t xml:space="preserve">tarybos </w:t>
      </w:r>
      <w:r w:rsidRPr="008218C4">
        <w:t>202</w:t>
      </w:r>
      <w:r>
        <w:t>2</w:t>
      </w:r>
      <w:r w:rsidRPr="008218C4">
        <w:t xml:space="preserve"> m. vasario 1</w:t>
      </w:r>
      <w:r>
        <w:t xml:space="preserve">0 </w:t>
      </w:r>
      <w:r w:rsidRPr="008218C4">
        <w:t>d. sprendimu Nr. T1-</w:t>
      </w:r>
      <w:r>
        <w:t>2 „Dėl Plungės rajono savivaldybės 2022-2024 metų strateginio veiklos plano patvirtinimo“ (kartu su 2022 m. kovo 24 d. sprendimu Nr.</w:t>
      </w:r>
      <w:r w:rsidR="00BC63ED">
        <w:t xml:space="preserve"> </w:t>
      </w:r>
      <w:r>
        <w:t>T1-</w:t>
      </w:r>
      <w:r w:rsidR="00EE1DB4">
        <w:t>80</w:t>
      </w:r>
      <w:r w:rsidR="003B0648">
        <w:t>, 2022 m. balandžio 28 d. sprendimu Nr.</w:t>
      </w:r>
      <w:r w:rsidR="00BC63ED">
        <w:t xml:space="preserve"> </w:t>
      </w:r>
      <w:r w:rsidR="003B0648">
        <w:t>T1-</w:t>
      </w:r>
      <w:r w:rsidR="006C519B">
        <w:t>123</w:t>
      </w:r>
      <w:r>
        <w:t>)</w:t>
      </w:r>
      <w:r w:rsidR="00E40A3A">
        <w:t>,</w:t>
      </w:r>
      <w:r>
        <w:t xml:space="preserve"> </w:t>
      </w:r>
      <w:r w:rsidRPr="008218C4">
        <w:t>patvirtintą Plungės rajono savivaldybės</w:t>
      </w:r>
      <w:r>
        <w:t xml:space="preserve"> 2022-2024</w:t>
      </w:r>
      <w:r w:rsidR="00EE1DB4">
        <w:t xml:space="preserve"> </w:t>
      </w:r>
      <w:r>
        <w:t>metų strateginį veiklos planą.</w:t>
      </w:r>
    </w:p>
    <w:p w:rsidR="00787B11" w:rsidRPr="007064A4" w:rsidRDefault="00787B11" w:rsidP="00E7456B">
      <w:pPr>
        <w:ind w:firstLine="720"/>
        <w:jc w:val="both"/>
      </w:pPr>
      <w:r>
        <w:rPr>
          <w:b/>
        </w:rPr>
        <w:t>2.Kaip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rsidP="00E7456B">
      <w:pPr>
        <w:ind w:firstLine="720"/>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w:t>
      </w:r>
      <w:r w:rsidR="00043BE5">
        <w:t>ū</w:t>
      </w:r>
      <w:r>
        <w:t>s su patvirtintu finansavimu.</w:t>
      </w:r>
    </w:p>
    <w:p w:rsidR="00787B11" w:rsidRPr="001C7E6A" w:rsidRDefault="00787B11" w:rsidP="00E7456B">
      <w:pPr>
        <w:ind w:firstLine="720"/>
        <w:jc w:val="both"/>
      </w:pPr>
      <w:r>
        <w:rPr>
          <w:b/>
        </w:rPr>
        <w:t>4. Siūlomos teisinio reguliavimo nuostatos.</w:t>
      </w:r>
      <w:r w:rsidR="00E40A3A">
        <w:t xml:space="preserve"> </w:t>
      </w:r>
      <w:r>
        <w:t>Keičiamas strateginis veiklos planas.</w:t>
      </w:r>
    </w:p>
    <w:p w:rsidR="00787B11" w:rsidRDefault="00787B11" w:rsidP="00E7456B">
      <w:pPr>
        <w:ind w:firstLine="720"/>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rsidP="00E7456B">
      <w:pPr>
        <w:ind w:firstLine="720"/>
        <w:jc w:val="both"/>
      </w:pPr>
      <w:r>
        <w:rPr>
          <w:b/>
        </w:rPr>
        <w:t>6. Nurodyti, kokius galiojančius aktus reikėtų pakeisti ar pripažinti netekusiais galios, priėmus sprendimą pagal teikiamą projektą.</w:t>
      </w:r>
      <w:r w:rsidR="00E40A3A">
        <w:t xml:space="preserve"> </w:t>
      </w:r>
      <w:r>
        <w:t xml:space="preserve">Reikalinga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A11557">
        <w:t xml:space="preserve">3 </w:t>
      </w:r>
      <w:r>
        <w:t>„Dėl Plungės rajono savivaldybės 202</w:t>
      </w:r>
      <w:r w:rsidR="00A11557">
        <w:t>2</w:t>
      </w:r>
      <w:r>
        <w:t>-202</w:t>
      </w:r>
      <w:r w:rsidR="00A11557">
        <w:t>4</w:t>
      </w:r>
      <w:r>
        <w:t xml:space="preserve"> metų strateginio veiklos plano patvirtinimo“ (kartu su 202</w:t>
      </w:r>
      <w:r w:rsidR="00A11557">
        <w:t>2</w:t>
      </w:r>
      <w:r>
        <w:t xml:space="preserve"> m. </w:t>
      </w:r>
      <w:r w:rsidR="00A11557">
        <w:t xml:space="preserve">kovo 24 </w:t>
      </w:r>
      <w:r>
        <w:t>d. sprendimu Nr.</w:t>
      </w:r>
      <w:r w:rsidR="00E77477">
        <w:t xml:space="preserve"> </w:t>
      </w:r>
      <w:r>
        <w:t>T1-</w:t>
      </w:r>
      <w:r w:rsidR="00551A4C">
        <w:t>80</w:t>
      </w:r>
      <w:r w:rsidR="003B0648">
        <w:t xml:space="preserve">, 2022 </w:t>
      </w:r>
      <w:r w:rsidR="00924F8E">
        <w:t xml:space="preserve">m. balandžio 28 d. </w:t>
      </w:r>
      <w:r w:rsidR="003B0648">
        <w:t>Nr.</w:t>
      </w:r>
      <w:r w:rsidR="00E77477">
        <w:t xml:space="preserve"> </w:t>
      </w:r>
      <w:bookmarkStart w:id="1" w:name="_GoBack"/>
      <w:bookmarkEnd w:id="1"/>
      <w:r w:rsidR="003B0648">
        <w:t>T1-</w:t>
      </w:r>
      <w:r w:rsidR="00924F8E">
        <w:t>123</w:t>
      </w:r>
      <w:r>
        <w:t>).</w:t>
      </w:r>
    </w:p>
    <w:p w:rsidR="00787B11" w:rsidRPr="00D72832" w:rsidRDefault="00787B11" w:rsidP="00E7456B">
      <w:pPr>
        <w:ind w:firstLine="720"/>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D336CD" w:rsidRPr="004C05A7" w:rsidRDefault="00787B11" w:rsidP="003277F9">
      <w:pPr>
        <w:ind w:firstLine="720"/>
        <w:jc w:val="both"/>
      </w:pPr>
      <w:r>
        <w:rPr>
          <w:b/>
        </w:rPr>
        <w:t>8. Nurodyti, kieno iniciatyva sprendimo projektas parengtas.</w:t>
      </w:r>
      <w:r w:rsidR="00E40A3A">
        <w:t xml:space="preserve"> </w:t>
      </w:r>
      <w:r>
        <w:t>Projektas parengtas</w:t>
      </w:r>
      <w:r w:rsidR="00E40A3A">
        <w:t>,</w:t>
      </w:r>
      <w:r>
        <w:t xml:space="preserve"> vadovaujantis Švietimo ir sporto skyriaus 202</w:t>
      </w:r>
      <w:r w:rsidR="00D336CD">
        <w:t>2</w:t>
      </w:r>
      <w:r>
        <w:t xml:space="preserve"> m. </w:t>
      </w:r>
      <w:r w:rsidR="003B0648">
        <w:t>gegužės 9</w:t>
      </w:r>
      <w:r w:rsidR="00CC7B88">
        <w:t xml:space="preserve"> d. raštu</w:t>
      </w:r>
      <w:r>
        <w:t xml:space="preserve"> Nr. A20-</w:t>
      </w:r>
      <w:r w:rsidR="003B0648">
        <w:t>1269</w:t>
      </w:r>
      <w:r>
        <w:t>„Dėl Plungės rajono savivaldybės 202</w:t>
      </w:r>
      <w:r w:rsidR="00D336CD">
        <w:t>2</w:t>
      </w:r>
      <w:r>
        <w:t>-202</w:t>
      </w:r>
      <w:r w:rsidR="00D336CD">
        <w:t>4</w:t>
      </w:r>
      <w:r>
        <w:t xml:space="preserve"> metų strateginio veiklos plano </w:t>
      </w:r>
      <w:r w:rsidR="00CC7B88">
        <w:t xml:space="preserve">pakeitimo“; </w:t>
      </w:r>
      <w:r w:rsidR="003B0648">
        <w:t>Plungės lopšelio</w:t>
      </w:r>
      <w:r w:rsidR="00043BE5">
        <w:t>-</w:t>
      </w:r>
      <w:r w:rsidR="003B0648">
        <w:t xml:space="preserve">darželio „Nykštukas“ 2022 m. gegužės 5 d. raštu Nr. V10-33 </w:t>
      </w:r>
      <w:r w:rsidR="00D336CD" w:rsidRPr="00DF730D">
        <w:t>„Dėl Plungės rajono savivaldybės 202</w:t>
      </w:r>
      <w:r w:rsidR="00D336CD">
        <w:t>2</w:t>
      </w:r>
      <w:r w:rsidR="00D336CD" w:rsidRPr="00DF730D">
        <w:t>-202</w:t>
      </w:r>
      <w:r w:rsidR="00D336CD">
        <w:t>4</w:t>
      </w:r>
      <w:r w:rsidR="00D336CD" w:rsidRPr="00DF730D">
        <w:t xml:space="preserve"> metų strateginio veiklos plano patikslinimo“;</w:t>
      </w:r>
      <w:r w:rsidR="00D336CD">
        <w:t xml:space="preserve"> </w:t>
      </w:r>
      <w:r w:rsidR="003B0648">
        <w:t>Strateginio planavimo ir investicijų skyriaus 2022 m. gegužės 9 d. raštu Nr. A20-1279</w:t>
      </w:r>
      <w:r w:rsidR="003B0648" w:rsidRPr="00D3398F">
        <w:t xml:space="preserve"> „Dėl Plungės rajono savivaldybės 202</w:t>
      </w:r>
      <w:r w:rsidR="003B0648">
        <w:t>2</w:t>
      </w:r>
      <w:r w:rsidR="003B0648" w:rsidRPr="00D3398F">
        <w:t>-202</w:t>
      </w:r>
      <w:r w:rsidR="003B0648">
        <w:t>4</w:t>
      </w:r>
      <w:r w:rsidR="003B0648" w:rsidRPr="00D3398F">
        <w:t xml:space="preserve"> metų strategin</w:t>
      </w:r>
      <w:r w:rsidR="003B0648">
        <w:t>io veiklos plano patikslinimo</w:t>
      </w:r>
      <w:r w:rsidR="009A0A97">
        <w:t xml:space="preserve">“; </w:t>
      </w:r>
      <w:r w:rsidR="003B0648">
        <w:t>Socialinės paramos s</w:t>
      </w:r>
      <w:r w:rsidR="004C05A7">
        <w:t>k</w:t>
      </w:r>
      <w:r w:rsidR="003B0648">
        <w:t>yriaus 2022 m. b</w:t>
      </w:r>
      <w:r w:rsidR="00043BE5">
        <w:t>a</w:t>
      </w:r>
      <w:r w:rsidR="003B0648">
        <w:t xml:space="preserve">landžio 9 d. raštu Nr.A20-1278 </w:t>
      </w:r>
      <w:r w:rsidR="003B0648" w:rsidRPr="00D3398F">
        <w:t>„Dėl Plungės rajono savivaldybės 202</w:t>
      </w:r>
      <w:r w:rsidR="003B0648">
        <w:t>2</w:t>
      </w:r>
      <w:r w:rsidR="003B0648" w:rsidRPr="00D3398F">
        <w:t>-202</w:t>
      </w:r>
      <w:r w:rsidR="003B0648">
        <w:t>4</w:t>
      </w:r>
      <w:r w:rsidR="003B0648" w:rsidRPr="00D3398F">
        <w:t xml:space="preserve"> metų strategin</w:t>
      </w:r>
      <w:r w:rsidR="003B0648">
        <w:t>io veiklos plano patikslinimo“</w:t>
      </w:r>
      <w:r w:rsidR="00E7456B">
        <w:t xml:space="preserve"> mažinam</w:t>
      </w:r>
      <w:r w:rsidR="009A0A97">
        <w:t>a</w:t>
      </w:r>
      <w:r w:rsidR="00E7456B">
        <w:t xml:space="preserve"> tiksl</w:t>
      </w:r>
      <w:r w:rsidR="009A0A97">
        <w:t xml:space="preserve">inė dotacija </w:t>
      </w:r>
      <w:r w:rsidR="003B0648">
        <w:t xml:space="preserve">; Plungės rajono savivaldybės visuomenės sveikatos biuro 2022 m. gegužės 9 d. raštu Nr.SB-022 „Dėl 2022 metų sąmatų pakeitimo ir </w:t>
      </w:r>
      <w:r w:rsidR="003B0648" w:rsidRPr="00D3398F">
        <w:t>202</w:t>
      </w:r>
      <w:r w:rsidR="003B0648">
        <w:t>2</w:t>
      </w:r>
      <w:r w:rsidR="003B0648" w:rsidRPr="00D3398F">
        <w:t>-202</w:t>
      </w:r>
      <w:r w:rsidR="003B0648">
        <w:t>4</w:t>
      </w:r>
      <w:r w:rsidR="003B0648" w:rsidRPr="00D3398F">
        <w:t xml:space="preserve"> metų strategin</w:t>
      </w:r>
      <w:r w:rsidR="003B0648">
        <w:t>io veiklos plano tikslinimo“; Turto skyr</w:t>
      </w:r>
      <w:r w:rsidR="00043BE5">
        <w:t>ia</w:t>
      </w:r>
      <w:r w:rsidR="003B0648">
        <w:t xml:space="preserve">us 2022 m. gegužės 9 d. raštu Nr.A20-1271 „Dėl </w:t>
      </w:r>
      <w:r w:rsidR="00884A5B">
        <w:t>S</w:t>
      </w:r>
      <w:r w:rsidR="003B0648">
        <w:t xml:space="preserve">avivaldybės biudžeto ir </w:t>
      </w:r>
      <w:r w:rsidR="003B0648" w:rsidRPr="00D3398F">
        <w:t>Plungės rajono savivaldybės 202</w:t>
      </w:r>
      <w:r w:rsidR="003B0648">
        <w:t>2</w:t>
      </w:r>
      <w:r w:rsidR="003B0648" w:rsidRPr="00D3398F">
        <w:t>-202</w:t>
      </w:r>
      <w:r w:rsidR="003B0648">
        <w:t>4</w:t>
      </w:r>
      <w:r w:rsidR="003B0648" w:rsidRPr="00D3398F">
        <w:t xml:space="preserve"> metų strategin</w:t>
      </w:r>
      <w:r w:rsidR="003B0648">
        <w:t>io veiklos plano patikslinimo“;</w:t>
      </w:r>
      <w:r w:rsidR="004C05A7" w:rsidRPr="004C05A7">
        <w:t xml:space="preserve"> </w:t>
      </w:r>
      <w:r w:rsidR="004C05A7">
        <w:t>Vietos ūkio skyriaus 2022 m. gegužės 9 d. raštu Nr. A20-1273</w:t>
      </w:r>
      <w:r w:rsidR="004C05A7" w:rsidRPr="00D3398F">
        <w:t xml:space="preserve"> „Dėl Plungės rajono savivaldybės 202</w:t>
      </w:r>
      <w:r w:rsidR="004C05A7">
        <w:t>2</w:t>
      </w:r>
      <w:r w:rsidR="004C05A7" w:rsidRPr="00D3398F">
        <w:t>-202</w:t>
      </w:r>
      <w:r w:rsidR="004C05A7">
        <w:t>4</w:t>
      </w:r>
      <w:r w:rsidR="004C05A7" w:rsidRPr="00D3398F">
        <w:t xml:space="preserve"> metų strategin</w:t>
      </w:r>
      <w:r w:rsidR="004C05A7">
        <w:t>io veiklos plano patikslinimo“ ir 2022 m. gegužės 9 d. raštu Nr. A20-1264</w:t>
      </w:r>
      <w:r w:rsidR="004C05A7" w:rsidRPr="00D3398F">
        <w:t xml:space="preserve"> „Dėl </w:t>
      </w:r>
      <w:r w:rsidR="00884A5B">
        <w:t>S</w:t>
      </w:r>
      <w:r w:rsidR="004C05A7" w:rsidRPr="00D3398F">
        <w:t xml:space="preserve">avivaldybės </w:t>
      </w:r>
      <w:r w:rsidR="004C05A7">
        <w:t>infrastrukt</w:t>
      </w:r>
      <w:r w:rsidR="00043BE5">
        <w:t>ū</w:t>
      </w:r>
      <w:r w:rsidR="004C05A7">
        <w:t>ros plėtros gaunamų lėšų padidinimo“; Žemaičių Kalvarijos seniūnijos 2022 m. gegužės 6 d.</w:t>
      </w:r>
      <w:r w:rsidR="00043BE5">
        <w:t xml:space="preserve"> </w:t>
      </w:r>
      <w:r w:rsidR="004C05A7">
        <w:t>raštu Nr.A20-1249 „ Dėl lėšų perkėlimo“ ir 2022 m. balandžio 29 d. raštu Nr. A20-1204 „Dėl pa</w:t>
      </w:r>
      <w:r w:rsidR="00043BE5">
        <w:t>p</w:t>
      </w:r>
      <w:r w:rsidR="004C05A7">
        <w:t>i</w:t>
      </w:r>
      <w:r w:rsidR="00043BE5">
        <w:t>l</w:t>
      </w:r>
      <w:r w:rsidR="004C05A7">
        <w:t xml:space="preserve">domų lėšų“; </w:t>
      </w:r>
      <w:r w:rsidR="00D336CD" w:rsidRPr="004C05A7">
        <w:t xml:space="preserve">Plungės </w:t>
      </w:r>
      <w:r w:rsidR="004C05A7" w:rsidRPr="004C05A7">
        <w:t>socialinio paslaugų</w:t>
      </w:r>
      <w:r w:rsidR="00D336CD" w:rsidRPr="004C05A7">
        <w:t xml:space="preserve"> centro 2022 m. </w:t>
      </w:r>
      <w:r w:rsidR="006F7CD4">
        <w:t>gegužės 9</w:t>
      </w:r>
      <w:r w:rsidR="00D336CD" w:rsidRPr="004C05A7">
        <w:t xml:space="preserve"> d. raštu Nr. S-6</w:t>
      </w:r>
      <w:r w:rsidR="006F7CD4">
        <w:t xml:space="preserve">83 </w:t>
      </w:r>
      <w:r w:rsidR="00D336CD" w:rsidRPr="004C05A7">
        <w:t>(1.</w:t>
      </w:r>
      <w:r w:rsidR="006F7CD4">
        <w:t>10</w:t>
      </w:r>
      <w:r w:rsidR="00D336CD" w:rsidRPr="004C05A7">
        <w:t xml:space="preserve">) „Dėl </w:t>
      </w:r>
      <w:r w:rsidR="004C05A7" w:rsidRPr="004C05A7">
        <w:t xml:space="preserve">Plungės rajono savivaldybės </w:t>
      </w:r>
      <w:r w:rsidR="00D336CD" w:rsidRPr="004C05A7">
        <w:t xml:space="preserve">2022-2024 metų strateginio veiklos plano </w:t>
      </w:r>
      <w:r w:rsidR="002C3182">
        <w:t>pa</w:t>
      </w:r>
      <w:r w:rsidR="00D336CD" w:rsidRPr="004C05A7">
        <w:t>tikslinimo“</w:t>
      </w:r>
      <w:r w:rsidR="004C05A7" w:rsidRPr="004C05A7">
        <w:t>.</w:t>
      </w:r>
    </w:p>
    <w:p w:rsidR="00787B11" w:rsidRPr="00DF730D" w:rsidRDefault="00787B11" w:rsidP="003277F9">
      <w:pPr>
        <w:ind w:firstLine="720"/>
        <w:jc w:val="both"/>
      </w:pPr>
      <w:r w:rsidRPr="00DF730D">
        <w:rPr>
          <w:b/>
        </w:rPr>
        <w:lastRenderedPageBreak/>
        <w:t>9. Nurodyti, kuri sprendimo projekto ar pridedamos medžiagos dalis (remiantis teisės aktais) yra neskelbiama.</w:t>
      </w:r>
      <w:r w:rsidR="00E40A3A">
        <w:t xml:space="preserve"> </w:t>
      </w:r>
      <w:r w:rsidRPr="00DF730D">
        <w:t>Nėra.</w:t>
      </w:r>
    </w:p>
    <w:p w:rsidR="00787B11" w:rsidRDefault="00787B11" w:rsidP="003277F9">
      <w:pPr>
        <w:ind w:firstLine="720"/>
        <w:jc w:val="both"/>
      </w:pPr>
      <w:r w:rsidRPr="00DF730D">
        <w:rPr>
          <w:b/>
        </w:rPr>
        <w:t>10. Kam (institucijoms, skyriams, organizacijoms ir t. t.) patvirtintas sprendimas turi būti išsiųstas.</w:t>
      </w:r>
      <w:r w:rsidR="00E40A3A">
        <w:t xml:space="preserve"> </w:t>
      </w:r>
      <w:r w:rsidRPr="00DF730D">
        <w:t xml:space="preserve">Švietimo ir sporto skyriui, </w:t>
      </w:r>
      <w:r w:rsidR="004C05A7">
        <w:t xml:space="preserve">Socialinės paramos skyriui, </w:t>
      </w:r>
      <w:r w:rsidRPr="00DF730D">
        <w:t xml:space="preserve">Strateginio planavimo ir investicijų skyriui, </w:t>
      </w:r>
      <w:r w:rsidR="005F2915">
        <w:t>Vietos ūkio skyriui, Plungės paslaugų ir švietimo pa</w:t>
      </w:r>
      <w:r w:rsidR="004C05A7">
        <w:t xml:space="preserve">galbos centrui, </w:t>
      </w:r>
      <w:r w:rsidR="00043BE5">
        <w:t>T</w:t>
      </w:r>
      <w:r w:rsidR="004C05A7">
        <w:t>urto skyriui.</w:t>
      </w:r>
    </w:p>
    <w:p w:rsidR="004C05A7" w:rsidRPr="00E643CF" w:rsidRDefault="00787B11" w:rsidP="003277F9">
      <w:pPr>
        <w:ind w:firstLine="720"/>
        <w:jc w:val="both"/>
        <w:rPr>
          <w:rFonts w:eastAsia="Calibri"/>
        </w:rPr>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xml:space="preserve">,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C05A7">
        <w:t>Plungės lopšeli</w:t>
      </w:r>
      <w:r w:rsidR="00043BE5">
        <w:t>s-</w:t>
      </w:r>
      <w:r w:rsidR="004C05A7">
        <w:t>darželi</w:t>
      </w:r>
      <w:r w:rsidR="00043BE5">
        <w:t>s</w:t>
      </w:r>
      <w:r w:rsidR="004C05A7">
        <w:t xml:space="preserve"> „Nykštukas“ planuoja įsigyti spinteles</w:t>
      </w:r>
      <w:r w:rsidR="00043BE5">
        <w:t>,</w:t>
      </w:r>
      <w:r w:rsidR="004C05A7">
        <w:t xml:space="preserve"> todėl iš išlaidų persikelia lėšas į turtą.</w:t>
      </w:r>
      <w:r w:rsidR="004C05A7" w:rsidRPr="004C05A7">
        <w:t xml:space="preserve"> </w:t>
      </w:r>
      <w:r w:rsidR="004C05A7">
        <w:t xml:space="preserve">Švietimo ir sporto skyrius, vadovaudamasis </w:t>
      </w:r>
      <w:r w:rsidR="004C05A7" w:rsidRPr="005F2915">
        <w:rPr>
          <w:rFonts w:eastAsia="Calibri"/>
          <w:lang w:eastAsia="en-US"/>
        </w:rPr>
        <w:t>L</w:t>
      </w:r>
      <w:r w:rsidR="004C05A7">
        <w:rPr>
          <w:rFonts w:eastAsia="Calibri"/>
          <w:lang w:eastAsia="en-US"/>
        </w:rPr>
        <w:t xml:space="preserve">ietuvos Respublikos </w:t>
      </w:r>
      <w:r w:rsidR="004C05A7" w:rsidRPr="005F2915">
        <w:rPr>
          <w:rFonts w:eastAsia="Calibri"/>
          <w:lang w:eastAsia="en-US"/>
        </w:rPr>
        <w:t xml:space="preserve">Švietimo, mokslo ir sporto ministro įsakymu „Dėl </w:t>
      </w:r>
      <w:r w:rsidR="004C05A7">
        <w:rPr>
          <w:rFonts w:eastAsia="Calibri"/>
          <w:lang w:eastAsia="en-US"/>
        </w:rPr>
        <w:t xml:space="preserve">lėšų skyrimo suaugusių asmenų, atvykusių į Lietuvos Respubliką iš Ukrainos dėl Rusijos </w:t>
      </w:r>
      <w:r w:rsidR="00043BE5">
        <w:rPr>
          <w:rFonts w:eastAsia="Calibri"/>
          <w:lang w:eastAsia="en-US"/>
        </w:rPr>
        <w:t>F</w:t>
      </w:r>
      <w:r w:rsidR="004C05A7">
        <w:rPr>
          <w:rFonts w:eastAsia="Calibri"/>
          <w:lang w:eastAsia="en-US"/>
        </w:rPr>
        <w:t xml:space="preserve">ederacijos karinių veiksmų Ukrainoje, lietuvių kalbai mokyti ir šių paskirstymo 2022 metams pagal </w:t>
      </w:r>
      <w:r w:rsidR="00043BE5">
        <w:rPr>
          <w:rFonts w:eastAsia="Calibri"/>
          <w:lang w:eastAsia="en-US"/>
        </w:rPr>
        <w:t>S</w:t>
      </w:r>
      <w:r w:rsidR="004C05A7">
        <w:rPr>
          <w:rFonts w:eastAsia="Calibri"/>
          <w:lang w:eastAsia="en-US"/>
        </w:rPr>
        <w:t>avivaldybes patvirtinimo</w:t>
      </w:r>
      <w:r w:rsidR="009C4AF8">
        <w:rPr>
          <w:rFonts w:eastAsia="Calibri"/>
          <w:lang w:eastAsia="en-US"/>
        </w:rPr>
        <w:t>“ skirta 5162,00 eurų.</w:t>
      </w:r>
      <w:r w:rsidR="00F90B31">
        <w:rPr>
          <w:rFonts w:eastAsia="Calibri"/>
          <w:lang w:eastAsia="en-US"/>
        </w:rPr>
        <w:t xml:space="preserve"> Vadovaujantis Lietuvos Respublikos Socialinės apsaugos ir darbo ministro 2022 m. balandžio 6 d. įsakymu Nr.A1-257 „Dėl</w:t>
      </w:r>
      <w:r w:rsidR="009C4AF8">
        <w:rPr>
          <w:rFonts w:eastAsia="Calibri"/>
          <w:lang w:eastAsia="en-US"/>
        </w:rPr>
        <w:t xml:space="preserve"> </w:t>
      </w:r>
      <w:r w:rsidR="00F90B31">
        <w:rPr>
          <w:rFonts w:eastAsia="Calibri"/>
          <w:lang w:eastAsia="en-US"/>
        </w:rPr>
        <w:t xml:space="preserve">2022 metų lėšų paskirstymo savivaldybėms </w:t>
      </w:r>
      <w:r w:rsidR="00617C8B">
        <w:rPr>
          <w:rFonts w:eastAsia="Calibri"/>
          <w:lang w:eastAsia="en-US"/>
        </w:rPr>
        <w:t>bendruomeninei veiklai stiprinti patvirtinimo“ didinamos specialiosios tikslinės dotacijos lėšos.</w:t>
      </w:r>
      <w:r w:rsidR="00984783">
        <w:rPr>
          <w:rFonts w:eastAsia="Calibri"/>
          <w:lang w:eastAsia="en-US"/>
        </w:rPr>
        <w:t xml:space="preserve"> </w:t>
      </w:r>
      <w:r w:rsidR="009A0A97">
        <w:rPr>
          <w:rFonts w:eastAsia="Calibri"/>
          <w:lang w:eastAsia="en-US"/>
        </w:rPr>
        <w:t xml:space="preserve">Vadovaujantis Lietuvos Respublikos Sveikatos apsaugos ir darbo ministro 2022 m. balandžio 15 d. raštu Nr.)(19.2Mr-33) SD-1540 „Dėl socialinių paslaugų šakos kolektyvinės sutarties“  </w:t>
      </w:r>
      <w:r w:rsidR="00617C8B">
        <w:rPr>
          <w:rFonts w:eastAsia="Calibri"/>
          <w:lang w:eastAsia="en-US"/>
        </w:rPr>
        <w:t xml:space="preserve">Socialinės paramos skyrius </w:t>
      </w:r>
      <w:r w:rsidR="00984783">
        <w:rPr>
          <w:rFonts w:eastAsia="Calibri"/>
          <w:lang w:eastAsia="en-US"/>
        </w:rPr>
        <w:t xml:space="preserve">mažina tikslinės dotacijos lėšas priemonei </w:t>
      </w:r>
      <w:r w:rsidR="00884A5B">
        <w:rPr>
          <w:rFonts w:eastAsia="Calibri"/>
          <w:lang w:eastAsia="en-US"/>
        </w:rPr>
        <w:t>„</w:t>
      </w:r>
      <w:r w:rsidR="00984783">
        <w:rPr>
          <w:rFonts w:eastAsia="Calibri"/>
          <w:lang w:eastAsia="en-US"/>
        </w:rPr>
        <w:t xml:space="preserve">Vaikų dienos centrų rėmimas“. Vadovaujantis Lietuvos Respublikos Sveikatos apsaugos ministro 2022 m. gegužės 2 d. įsakymu Nr.V-889 „Dėl savivaldybėms skirtų lėšų plėtoti visuomeninės psichologinės gerovės ir psichikos sveikatos stiprinimo paslaugas gyventojams bendruomenėse sąrašo patvirtinimo“ </w:t>
      </w:r>
      <w:r w:rsidR="009A0A97">
        <w:rPr>
          <w:rFonts w:eastAsia="Calibri"/>
          <w:lang w:eastAsia="en-US"/>
        </w:rPr>
        <w:t>Visuomenės sveikatos biuras didinama</w:t>
      </w:r>
      <w:r w:rsidR="00984783">
        <w:rPr>
          <w:rFonts w:eastAsia="Calibri"/>
          <w:lang w:eastAsia="en-US"/>
        </w:rPr>
        <w:t xml:space="preserve"> tik</w:t>
      </w:r>
      <w:r w:rsidR="00884A5B">
        <w:rPr>
          <w:rFonts w:eastAsia="Calibri"/>
          <w:lang w:eastAsia="en-US"/>
        </w:rPr>
        <w:t>s</w:t>
      </w:r>
      <w:r w:rsidR="00984783">
        <w:rPr>
          <w:rFonts w:eastAsia="Calibri"/>
          <w:lang w:eastAsia="en-US"/>
        </w:rPr>
        <w:t>linės</w:t>
      </w:r>
      <w:r w:rsidR="00884A5B">
        <w:rPr>
          <w:rFonts w:eastAsia="Calibri"/>
          <w:lang w:eastAsia="en-US"/>
        </w:rPr>
        <w:t xml:space="preserve"> </w:t>
      </w:r>
      <w:r w:rsidR="009A0A97">
        <w:rPr>
          <w:rFonts w:eastAsia="Calibri"/>
          <w:lang w:eastAsia="en-US"/>
        </w:rPr>
        <w:t>dotacijos lėša</w:t>
      </w:r>
      <w:r w:rsidR="00984783">
        <w:rPr>
          <w:rFonts w:eastAsia="Calibri"/>
          <w:lang w:eastAsia="en-US"/>
        </w:rPr>
        <w:t xml:space="preserve">s. Turto skyrius priemonei „ Savivaldybės ir socialinio būsto fondo plėtra“ </w:t>
      </w:r>
      <w:r w:rsidR="00984783">
        <w:t>išlaidų lėšas persikelia į turtą.</w:t>
      </w:r>
      <w:r w:rsidR="00984783" w:rsidRPr="00984783">
        <w:rPr>
          <w:rFonts w:eastAsia="Calibri"/>
        </w:rPr>
        <w:t xml:space="preserve"> </w:t>
      </w:r>
      <w:r w:rsidR="00984783">
        <w:rPr>
          <w:rFonts w:eastAsia="Calibri"/>
        </w:rPr>
        <w:t>Vietos ūkio skyrius priemo</w:t>
      </w:r>
      <w:r w:rsidR="00E643CF">
        <w:rPr>
          <w:rFonts w:eastAsia="Calibri"/>
        </w:rPr>
        <w:t>n</w:t>
      </w:r>
      <w:r w:rsidR="00984783">
        <w:rPr>
          <w:rFonts w:eastAsia="Calibri"/>
        </w:rPr>
        <w:t xml:space="preserve">ei </w:t>
      </w:r>
      <w:r w:rsidR="00E643CF">
        <w:rPr>
          <w:rFonts w:eastAsia="Calibri"/>
        </w:rPr>
        <w:t>„Savivaldybės vietinės reikšmės keliams (gatvėms) tiesti, taisyti, prižiūrėti ir saugaus eismo sąl</w:t>
      </w:r>
      <w:r w:rsidR="00884A5B">
        <w:rPr>
          <w:rFonts w:eastAsia="Calibri"/>
        </w:rPr>
        <w:t>y</w:t>
      </w:r>
      <w:r w:rsidR="00E643CF">
        <w:rPr>
          <w:rFonts w:eastAsia="Calibri"/>
        </w:rPr>
        <w:t>goms užtikrinti“ iš išlaidų persikelia</w:t>
      </w:r>
      <w:r w:rsidR="00884A5B">
        <w:rPr>
          <w:rFonts w:eastAsia="Calibri"/>
        </w:rPr>
        <w:t xml:space="preserve"> lėšas</w:t>
      </w:r>
      <w:r w:rsidR="00E643CF">
        <w:rPr>
          <w:rFonts w:eastAsia="Calibri"/>
        </w:rPr>
        <w:t xml:space="preserve"> į turtą Žemaičių </w:t>
      </w:r>
      <w:r w:rsidR="00884A5B">
        <w:rPr>
          <w:rFonts w:eastAsia="Calibri"/>
        </w:rPr>
        <w:t>K</w:t>
      </w:r>
      <w:r w:rsidR="00E643CF">
        <w:rPr>
          <w:rFonts w:eastAsia="Calibri"/>
        </w:rPr>
        <w:t>alvarijos seniūnijoje</w:t>
      </w:r>
      <w:r w:rsidR="00884A5B">
        <w:rPr>
          <w:rFonts w:eastAsia="Calibri"/>
        </w:rPr>
        <w:t>,</w:t>
      </w:r>
      <w:r w:rsidR="00E643CF">
        <w:rPr>
          <w:rFonts w:eastAsia="Calibri"/>
        </w:rPr>
        <w:t xml:space="preserve"> aikštelei prie pirties įrengti, taip pat didinasi įstaigos pajamas surenkamas infrastruktūros plėtrai. Žemaičių Kalvarijos seniūnija persikelia lėšas iš iš</w:t>
      </w:r>
      <w:r w:rsidR="00884A5B">
        <w:rPr>
          <w:rFonts w:eastAsia="Calibri"/>
        </w:rPr>
        <w:t>l</w:t>
      </w:r>
      <w:r w:rsidR="00E643CF">
        <w:rPr>
          <w:rFonts w:eastAsia="Calibri"/>
        </w:rPr>
        <w:t>aidų į turtą (</w:t>
      </w:r>
      <w:proofErr w:type="spellStart"/>
      <w:r w:rsidR="00E643CF">
        <w:rPr>
          <w:rFonts w:eastAsia="Calibri"/>
        </w:rPr>
        <w:t>Gegrėnų</w:t>
      </w:r>
      <w:proofErr w:type="spellEnd"/>
      <w:r w:rsidR="002C3182">
        <w:rPr>
          <w:rFonts w:eastAsia="Calibri"/>
        </w:rPr>
        <w:t xml:space="preserve"> centro apšvietimui sutvarkyti). Vadovaujantis </w:t>
      </w:r>
      <w:r w:rsidR="002C3182" w:rsidRPr="002C3182">
        <w:rPr>
          <w:bCs/>
        </w:rPr>
        <w:t xml:space="preserve"> </w:t>
      </w:r>
      <w:r w:rsidR="002C3182" w:rsidRPr="009702EB">
        <w:rPr>
          <w:bCs/>
        </w:rPr>
        <w:t xml:space="preserve">Lietuvos Respublikos socialinės apsaugos ir darbo ministro 2022 m. </w:t>
      </w:r>
      <w:r w:rsidR="002C3182">
        <w:rPr>
          <w:bCs/>
        </w:rPr>
        <w:t>balandžio</w:t>
      </w:r>
      <w:r w:rsidR="002C3182" w:rsidRPr="009702EB">
        <w:rPr>
          <w:bCs/>
        </w:rPr>
        <w:t xml:space="preserve"> </w:t>
      </w:r>
      <w:r w:rsidR="002C3182">
        <w:rPr>
          <w:bCs/>
        </w:rPr>
        <w:t>27</w:t>
      </w:r>
      <w:r w:rsidR="002C3182" w:rsidRPr="009702EB">
        <w:rPr>
          <w:bCs/>
        </w:rPr>
        <w:t xml:space="preserve"> d. įsakymu Nr.A1-</w:t>
      </w:r>
      <w:r w:rsidR="002C3182">
        <w:rPr>
          <w:bCs/>
        </w:rPr>
        <w:t>309</w:t>
      </w:r>
      <w:r w:rsidR="002C3182" w:rsidRPr="009702EB">
        <w:rPr>
          <w:bCs/>
        </w:rPr>
        <w:t xml:space="preserve"> „Dėl Lietuvos Respublikos </w:t>
      </w:r>
      <w:r w:rsidR="002C3182">
        <w:rPr>
          <w:bCs/>
        </w:rPr>
        <w:t xml:space="preserve">socialinės apsaugos ir darbo ministro 2022 m. vasario 10 d. įsakymo Nr.A1-100 „Dėl Lietuvos Respublikos </w:t>
      </w:r>
      <w:r w:rsidR="002C3182" w:rsidRPr="009702EB">
        <w:rPr>
          <w:bCs/>
        </w:rPr>
        <w:t>valstybės biudžeto lėšų, skirtų socialinių paslaugų šakos kolektyvinėje sutartyje nustatytiems įsipareigojimams įgyvendinti</w:t>
      </w:r>
      <w:r w:rsidR="002C3182">
        <w:rPr>
          <w:bCs/>
        </w:rPr>
        <w:t>, paskirstymo savivaldybėms patvirtinimo“ pakeitimo“ papildomai skirta tikslinė dotacija.</w:t>
      </w:r>
    </w:p>
    <w:p w:rsidR="00787B11" w:rsidRPr="00C01550" w:rsidRDefault="00787B11" w:rsidP="003277F9">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787B11" w:rsidRPr="00C01550" w:rsidTr="003277F9">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3277F9">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643CF">
            <w:pPr>
              <w:widowControl w:val="0"/>
              <w:ind w:left="-108" w:right="-108" w:hanging="108"/>
              <w:rPr>
                <w:rFonts w:eastAsia="Lucida Sans Unicode"/>
                <w:i/>
                <w:kern w:val="1"/>
                <w:lang w:bidi="lo-LA"/>
              </w:rPr>
            </w:pPr>
            <w:r>
              <w:rPr>
                <w:rFonts w:eastAsia="Lucida Sans Unicode"/>
                <w:i/>
                <w:kern w:val="1"/>
                <w:lang w:bidi="lo-LA"/>
              </w:rPr>
              <w:t xml:space="preserve">  </w:t>
            </w:r>
            <w:r w:rsidR="00E643CF">
              <w:rPr>
                <w:rFonts w:eastAsia="Lucida Sans Unicode"/>
                <w:i/>
                <w:kern w:val="1"/>
                <w:lang w:bidi="lo-LA"/>
              </w:rPr>
              <w:t xml:space="preserve">Teisingas biudžeto lėšų </w:t>
            </w:r>
            <w:r w:rsidR="00787B11">
              <w:rPr>
                <w:rFonts w:eastAsia="Lucida Sans Unicode"/>
                <w:i/>
                <w:kern w:val="1"/>
                <w:lang w:bidi="lo-LA"/>
              </w:rPr>
              <w:t>panaudoji</w:t>
            </w:r>
            <w:r w:rsidR="00E643CF">
              <w:rPr>
                <w:rFonts w:eastAsia="Lucida Sans Unicode"/>
                <w:i/>
                <w:kern w:val="1"/>
                <w:lang w:bidi="lo-LA"/>
              </w:rPr>
              <w:t>mas</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lastRenderedPageBreak/>
              <w:t>Regiono plėtrai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bl>
    <w:p w:rsidR="00787B11" w:rsidRPr="00C01550" w:rsidRDefault="00787B11" w:rsidP="00787B11">
      <w:pPr>
        <w:widowControl w:val="0"/>
        <w:jc w:val="both"/>
        <w:rPr>
          <w:rFonts w:eastAsia="Lucida Sans Unicode"/>
          <w:kern w:val="1"/>
          <w:lang w:bidi="lo-LA"/>
        </w:rPr>
      </w:pPr>
    </w:p>
    <w:p w:rsidR="00E40A3A" w:rsidRDefault="00787B11" w:rsidP="003277F9">
      <w:pPr>
        <w:ind w:firstLine="720"/>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A5B" w:rsidRDefault="00884A5B" w:rsidP="00E643CF">
      <w:pPr>
        <w:jc w:val="both"/>
      </w:pPr>
    </w:p>
    <w:p w:rsidR="00884A5B" w:rsidRPr="00E643CF" w:rsidRDefault="00884A5B" w:rsidP="00E643CF">
      <w:pPr>
        <w:jc w:val="both"/>
      </w:pPr>
    </w:p>
    <w:p w:rsidR="00787B11" w:rsidRPr="00E7456B" w:rsidRDefault="00E7456B" w:rsidP="00787B11">
      <w:pPr>
        <w:widowControl w:val="0"/>
        <w:jc w:val="both"/>
        <w:rPr>
          <w:rFonts w:eastAsia="Lucida Sans Unicode"/>
          <w:kern w:val="2"/>
          <w:lang w:eastAsia="ar-SA"/>
        </w:rPr>
      </w:pPr>
      <w:r>
        <w:rPr>
          <w:rFonts w:eastAsia="Lucida Sans Unicode"/>
          <w:kern w:val="2"/>
        </w:rPr>
        <w:t>Rengėja</w:t>
      </w:r>
      <w:r w:rsidR="00787B11" w:rsidRPr="00C01550">
        <w:rPr>
          <w:rFonts w:eastAsia="Lucida Sans Unicode"/>
          <w:kern w:val="2"/>
        </w:rPr>
        <w:t xml:space="preserve"> </w:t>
      </w:r>
      <w:r w:rsidR="00787B11"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 xml:space="preserve"> 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Pr="00C01550">
        <w:rPr>
          <w:rFonts w:eastAsia="Lucida Sans Unicode" w:cs="Tahoma"/>
          <w:b/>
          <w:bCs/>
        </w:rPr>
        <w:t xml:space="preserve">      </w:t>
      </w:r>
      <w:r w:rsidR="00E7456B">
        <w:rPr>
          <w:rFonts w:eastAsia="Lucida Sans Unicode" w:cs="Tahoma"/>
          <w:b/>
          <w:bCs/>
        </w:rPr>
        <w:t xml:space="preserve">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1F4E01" w:rsidP="00787B11">
      <w:pPr>
        <w:ind w:firstLine="720"/>
        <w:jc w:val="both"/>
      </w:pPr>
    </w:p>
    <w:sectPr w:rsidR="001F4E01" w:rsidRPr="00BA5DB9" w:rsidSect="003277F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4">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6">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7">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8">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9">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7"/>
  </w:num>
  <w:num w:numId="2">
    <w:abstractNumId w:val="3"/>
  </w:num>
  <w:num w:numId="3">
    <w:abstractNumId w:val="10"/>
  </w:num>
  <w:num w:numId="4">
    <w:abstractNumId w:val="5"/>
  </w:num>
  <w:num w:numId="5">
    <w:abstractNumId w:val="9"/>
  </w:num>
  <w:num w:numId="6">
    <w:abstractNumId w:val="4"/>
  </w:num>
  <w:num w:numId="7">
    <w:abstractNumId w:val="6"/>
  </w:num>
  <w:num w:numId="8">
    <w:abstractNumId w:val="0"/>
  </w:num>
  <w:num w:numId="9">
    <w:abstractNumId w:val="8"/>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2EF3"/>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47684"/>
    <w:rsid w:val="00050EBC"/>
    <w:rsid w:val="000525AB"/>
    <w:rsid w:val="000529A8"/>
    <w:rsid w:val="00056E48"/>
    <w:rsid w:val="00060766"/>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7779"/>
    <w:rsid w:val="00106BF0"/>
    <w:rsid w:val="00106E71"/>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73F9"/>
    <w:rsid w:val="001904AC"/>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5E64"/>
    <w:rsid w:val="001E64E8"/>
    <w:rsid w:val="001F25BF"/>
    <w:rsid w:val="001F33C0"/>
    <w:rsid w:val="001F3434"/>
    <w:rsid w:val="001F3D16"/>
    <w:rsid w:val="001F4B9F"/>
    <w:rsid w:val="001F4E01"/>
    <w:rsid w:val="001F4FD4"/>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47AB"/>
    <w:rsid w:val="00230164"/>
    <w:rsid w:val="0023113E"/>
    <w:rsid w:val="00231DF6"/>
    <w:rsid w:val="00232A5B"/>
    <w:rsid w:val="002330F4"/>
    <w:rsid w:val="002409E9"/>
    <w:rsid w:val="00240D3F"/>
    <w:rsid w:val="00246A9B"/>
    <w:rsid w:val="002470B2"/>
    <w:rsid w:val="00247E31"/>
    <w:rsid w:val="00252023"/>
    <w:rsid w:val="002533B3"/>
    <w:rsid w:val="00253CC6"/>
    <w:rsid w:val="00253F2C"/>
    <w:rsid w:val="002573F1"/>
    <w:rsid w:val="00257B5A"/>
    <w:rsid w:val="00262A4A"/>
    <w:rsid w:val="00286E93"/>
    <w:rsid w:val="0028717C"/>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3182"/>
    <w:rsid w:val="002C5E18"/>
    <w:rsid w:val="002D4EC1"/>
    <w:rsid w:val="002E01AA"/>
    <w:rsid w:val="002E0E78"/>
    <w:rsid w:val="002F27E6"/>
    <w:rsid w:val="002F2AB2"/>
    <w:rsid w:val="002F37E0"/>
    <w:rsid w:val="003015DB"/>
    <w:rsid w:val="00310239"/>
    <w:rsid w:val="003135EA"/>
    <w:rsid w:val="0031747E"/>
    <w:rsid w:val="00317FD9"/>
    <w:rsid w:val="003210FF"/>
    <w:rsid w:val="003221DC"/>
    <w:rsid w:val="003228F6"/>
    <w:rsid w:val="003277F9"/>
    <w:rsid w:val="00331117"/>
    <w:rsid w:val="00331EBA"/>
    <w:rsid w:val="003354ED"/>
    <w:rsid w:val="00335C4D"/>
    <w:rsid w:val="0034264B"/>
    <w:rsid w:val="00344EB8"/>
    <w:rsid w:val="003471FA"/>
    <w:rsid w:val="003475D4"/>
    <w:rsid w:val="0035327B"/>
    <w:rsid w:val="003536C9"/>
    <w:rsid w:val="00353A1D"/>
    <w:rsid w:val="00355BE2"/>
    <w:rsid w:val="003609F7"/>
    <w:rsid w:val="003620FD"/>
    <w:rsid w:val="0036365E"/>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603"/>
    <w:rsid w:val="003A471D"/>
    <w:rsid w:val="003B0648"/>
    <w:rsid w:val="003B0F2A"/>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52E8"/>
    <w:rsid w:val="004062A8"/>
    <w:rsid w:val="004079E6"/>
    <w:rsid w:val="00410BFB"/>
    <w:rsid w:val="004112C9"/>
    <w:rsid w:val="00412A92"/>
    <w:rsid w:val="00414F09"/>
    <w:rsid w:val="00415937"/>
    <w:rsid w:val="00417691"/>
    <w:rsid w:val="0042049F"/>
    <w:rsid w:val="00420D6D"/>
    <w:rsid w:val="00421471"/>
    <w:rsid w:val="00422403"/>
    <w:rsid w:val="00423E92"/>
    <w:rsid w:val="004251C9"/>
    <w:rsid w:val="004254A2"/>
    <w:rsid w:val="00425B61"/>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95053"/>
    <w:rsid w:val="00495647"/>
    <w:rsid w:val="004A5C95"/>
    <w:rsid w:val="004A5DC4"/>
    <w:rsid w:val="004B4540"/>
    <w:rsid w:val="004C05A7"/>
    <w:rsid w:val="004C279F"/>
    <w:rsid w:val="004C339A"/>
    <w:rsid w:val="004C456A"/>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4132"/>
    <w:rsid w:val="0053479D"/>
    <w:rsid w:val="00536095"/>
    <w:rsid w:val="00541A8A"/>
    <w:rsid w:val="00541A97"/>
    <w:rsid w:val="00544D6D"/>
    <w:rsid w:val="00544FFD"/>
    <w:rsid w:val="0054641E"/>
    <w:rsid w:val="0054740B"/>
    <w:rsid w:val="005519D2"/>
    <w:rsid w:val="00551A4C"/>
    <w:rsid w:val="0055211E"/>
    <w:rsid w:val="00557D66"/>
    <w:rsid w:val="005639F0"/>
    <w:rsid w:val="00571A1B"/>
    <w:rsid w:val="0057255B"/>
    <w:rsid w:val="005740E0"/>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D3F3A"/>
    <w:rsid w:val="005D5E8E"/>
    <w:rsid w:val="005E2893"/>
    <w:rsid w:val="005E5263"/>
    <w:rsid w:val="005E6CC4"/>
    <w:rsid w:val="005E7C54"/>
    <w:rsid w:val="005F0334"/>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C4D"/>
    <w:rsid w:val="0064764A"/>
    <w:rsid w:val="00654FE1"/>
    <w:rsid w:val="0065596B"/>
    <w:rsid w:val="006718DD"/>
    <w:rsid w:val="00672F6B"/>
    <w:rsid w:val="00673C8B"/>
    <w:rsid w:val="00674CBE"/>
    <w:rsid w:val="006963F1"/>
    <w:rsid w:val="006A5AD8"/>
    <w:rsid w:val="006A7510"/>
    <w:rsid w:val="006B6161"/>
    <w:rsid w:val="006B7678"/>
    <w:rsid w:val="006C0AB9"/>
    <w:rsid w:val="006C33BC"/>
    <w:rsid w:val="006C431E"/>
    <w:rsid w:val="006C5122"/>
    <w:rsid w:val="006C519B"/>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1DD1"/>
    <w:rsid w:val="00703319"/>
    <w:rsid w:val="007068F5"/>
    <w:rsid w:val="00707CCF"/>
    <w:rsid w:val="007128D6"/>
    <w:rsid w:val="00713DE9"/>
    <w:rsid w:val="00716BA8"/>
    <w:rsid w:val="00721706"/>
    <w:rsid w:val="00722F73"/>
    <w:rsid w:val="00727FF2"/>
    <w:rsid w:val="00737C47"/>
    <w:rsid w:val="00744458"/>
    <w:rsid w:val="00753E0F"/>
    <w:rsid w:val="007623AD"/>
    <w:rsid w:val="007623C0"/>
    <w:rsid w:val="00763BF7"/>
    <w:rsid w:val="0076570A"/>
    <w:rsid w:val="00771E7C"/>
    <w:rsid w:val="00772A89"/>
    <w:rsid w:val="0077464E"/>
    <w:rsid w:val="00775D8D"/>
    <w:rsid w:val="007779FB"/>
    <w:rsid w:val="00777B86"/>
    <w:rsid w:val="00777BCF"/>
    <w:rsid w:val="007806BB"/>
    <w:rsid w:val="007815F1"/>
    <w:rsid w:val="007852A9"/>
    <w:rsid w:val="00787B11"/>
    <w:rsid w:val="0079013D"/>
    <w:rsid w:val="00790726"/>
    <w:rsid w:val="00796B61"/>
    <w:rsid w:val="00797D5E"/>
    <w:rsid w:val="007B0EBD"/>
    <w:rsid w:val="007B4C12"/>
    <w:rsid w:val="007B5E58"/>
    <w:rsid w:val="007B7F3A"/>
    <w:rsid w:val="007C119A"/>
    <w:rsid w:val="007C4635"/>
    <w:rsid w:val="007D13AD"/>
    <w:rsid w:val="007D28E0"/>
    <w:rsid w:val="007E1CB6"/>
    <w:rsid w:val="007E46D8"/>
    <w:rsid w:val="007F4E45"/>
    <w:rsid w:val="00806058"/>
    <w:rsid w:val="00806FD6"/>
    <w:rsid w:val="00807DD4"/>
    <w:rsid w:val="00815FCC"/>
    <w:rsid w:val="00816533"/>
    <w:rsid w:val="00816F88"/>
    <w:rsid w:val="00817243"/>
    <w:rsid w:val="0081754D"/>
    <w:rsid w:val="008218C4"/>
    <w:rsid w:val="00824BBB"/>
    <w:rsid w:val="008329A8"/>
    <w:rsid w:val="00837CE3"/>
    <w:rsid w:val="00853C24"/>
    <w:rsid w:val="008546CA"/>
    <w:rsid w:val="00856692"/>
    <w:rsid w:val="00861E68"/>
    <w:rsid w:val="008623F4"/>
    <w:rsid w:val="008638FB"/>
    <w:rsid w:val="008701D9"/>
    <w:rsid w:val="00875221"/>
    <w:rsid w:val="00884A5B"/>
    <w:rsid w:val="00885FBC"/>
    <w:rsid w:val="00886B85"/>
    <w:rsid w:val="00890A13"/>
    <w:rsid w:val="008923A7"/>
    <w:rsid w:val="008937D1"/>
    <w:rsid w:val="00893B72"/>
    <w:rsid w:val="0089401D"/>
    <w:rsid w:val="00894EC7"/>
    <w:rsid w:val="008A272A"/>
    <w:rsid w:val="008A62EE"/>
    <w:rsid w:val="008B4E9E"/>
    <w:rsid w:val="008B70B6"/>
    <w:rsid w:val="008B7CA1"/>
    <w:rsid w:val="008C3203"/>
    <w:rsid w:val="008C41E2"/>
    <w:rsid w:val="008C510A"/>
    <w:rsid w:val="008C584E"/>
    <w:rsid w:val="008C78D8"/>
    <w:rsid w:val="008D0059"/>
    <w:rsid w:val="008D099B"/>
    <w:rsid w:val="008D10A0"/>
    <w:rsid w:val="008D2D6F"/>
    <w:rsid w:val="008D38F5"/>
    <w:rsid w:val="008E180D"/>
    <w:rsid w:val="008E532E"/>
    <w:rsid w:val="008F19F7"/>
    <w:rsid w:val="00902B4A"/>
    <w:rsid w:val="00904241"/>
    <w:rsid w:val="00905574"/>
    <w:rsid w:val="009067B0"/>
    <w:rsid w:val="00913FCE"/>
    <w:rsid w:val="00917F90"/>
    <w:rsid w:val="00920884"/>
    <w:rsid w:val="009220C8"/>
    <w:rsid w:val="00922E0D"/>
    <w:rsid w:val="009248C2"/>
    <w:rsid w:val="00924F8E"/>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49B2"/>
    <w:rsid w:val="009A56FD"/>
    <w:rsid w:val="009A734F"/>
    <w:rsid w:val="009B0721"/>
    <w:rsid w:val="009B1592"/>
    <w:rsid w:val="009B1C01"/>
    <w:rsid w:val="009B48BE"/>
    <w:rsid w:val="009B63D4"/>
    <w:rsid w:val="009B7B19"/>
    <w:rsid w:val="009C0C45"/>
    <w:rsid w:val="009C2E76"/>
    <w:rsid w:val="009C4AF8"/>
    <w:rsid w:val="009C5A53"/>
    <w:rsid w:val="009C7F45"/>
    <w:rsid w:val="009D0092"/>
    <w:rsid w:val="009E1008"/>
    <w:rsid w:val="009E1515"/>
    <w:rsid w:val="009E3EC3"/>
    <w:rsid w:val="009E4287"/>
    <w:rsid w:val="009F0D8E"/>
    <w:rsid w:val="009F2D95"/>
    <w:rsid w:val="009F3375"/>
    <w:rsid w:val="009F6DB6"/>
    <w:rsid w:val="009F788E"/>
    <w:rsid w:val="009F7E2C"/>
    <w:rsid w:val="00A0111A"/>
    <w:rsid w:val="00A02AEE"/>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56866"/>
    <w:rsid w:val="00A61C3B"/>
    <w:rsid w:val="00A6674F"/>
    <w:rsid w:val="00A71776"/>
    <w:rsid w:val="00A74DE7"/>
    <w:rsid w:val="00A76958"/>
    <w:rsid w:val="00A77880"/>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510A"/>
    <w:rsid w:val="00B1670A"/>
    <w:rsid w:val="00B24186"/>
    <w:rsid w:val="00B24E3B"/>
    <w:rsid w:val="00B2600A"/>
    <w:rsid w:val="00B324F7"/>
    <w:rsid w:val="00B3397A"/>
    <w:rsid w:val="00B45A90"/>
    <w:rsid w:val="00B50E56"/>
    <w:rsid w:val="00B50E75"/>
    <w:rsid w:val="00B55F93"/>
    <w:rsid w:val="00B56F0A"/>
    <w:rsid w:val="00B63D99"/>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C2238"/>
    <w:rsid w:val="00BC63ED"/>
    <w:rsid w:val="00BC6763"/>
    <w:rsid w:val="00BD00D5"/>
    <w:rsid w:val="00BD2ECE"/>
    <w:rsid w:val="00BD6CE2"/>
    <w:rsid w:val="00BE166A"/>
    <w:rsid w:val="00BE2D9A"/>
    <w:rsid w:val="00BE3AF6"/>
    <w:rsid w:val="00BE42EF"/>
    <w:rsid w:val="00BE562B"/>
    <w:rsid w:val="00BE76AC"/>
    <w:rsid w:val="00BF0B09"/>
    <w:rsid w:val="00BF5696"/>
    <w:rsid w:val="00C0196B"/>
    <w:rsid w:val="00C02176"/>
    <w:rsid w:val="00C02D85"/>
    <w:rsid w:val="00C05C66"/>
    <w:rsid w:val="00C104BF"/>
    <w:rsid w:val="00C124DC"/>
    <w:rsid w:val="00C17DE0"/>
    <w:rsid w:val="00C24BEA"/>
    <w:rsid w:val="00C25565"/>
    <w:rsid w:val="00C257A4"/>
    <w:rsid w:val="00C26735"/>
    <w:rsid w:val="00C26749"/>
    <w:rsid w:val="00C31A5F"/>
    <w:rsid w:val="00C31CE6"/>
    <w:rsid w:val="00C3454E"/>
    <w:rsid w:val="00C349FB"/>
    <w:rsid w:val="00C37FF0"/>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C7B88"/>
    <w:rsid w:val="00CD3509"/>
    <w:rsid w:val="00CD425A"/>
    <w:rsid w:val="00CD4EE7"/>
    <w:rsid w:val="00CD5EAB"/>
    <w:rsid w:val="00CE49C8"/>
    <w:rsid w:val="00CE5C26"/>
    <w:rsid w:val="00CF39B0"/>
    <w:rsid w:val="00CF709D"/>
    <w:rsid w:val="00D006D1"/>
    <w:rsid w:val="00D053C1"/>
    <w:rsid w:val="00D1008A"/>
    <w:rsid w:val="00D12070"/>
    <w:rsid w:val="00D12C5C"/>
    <w:rsid w:val="00D17D31"/>
    <w:rsid w:val="00D215AE"/>
    <w:rsid w:val="00D227E2"/>
    <w:rsid w:val="00D2288C"/>
    <w:rsid w:val="00D22EEC"/>
    <w:rsid w:val="00D23529"/>
    <w:rsid w:val="00D327CF"/>
    <w:rsid w:val="00D336CD"/>
    <w:rsid w:val="00D34536"/>
    <w:rsid w:val="00D37313"/>
    <w:rsid w:val="00D4244E"/>
    <w:rsid w:val="00D500CA"/>
    <w:rsid w:val="00D51735"/>
    <w:rsid w:val="00D51B4A"/>
    <w:rsid w:val="00D63566"/>
    <w:rsid w:val="00D63F70"/>
    <w:rsid w:val="00D64035"/>
    <w:rsid w:val="00D64920"/>
    <w:rsid w:val="00D65EFE"/>
    <w:rsid w:val="00D729DC"/>
    <w:rsid w:val="00D73D0D"/>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C11A9"/>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5A6C"/>
    <w:rsid w:val="00E45B68"/>
    <w:rsid w:val="00E45CAA"/>
    <w:rsid w:val="00E52B50"/>
    <w:rsid w:val="00E530C0"/>
    <w:rsid w:val="00E532D6"/>
    <w:rsid w:val="00E539C2"/>
    <w:rsid w:val="00E601C4"/>
    <w:rsid w:val="00E61A4A"/>
    <w:rsid w:val="00E61CFC"/>
    <w:rsid w:val="00E643CF"/>
    <w:rsid w:val="00E64944"/>
    <w:rsid w:val="00E64B4F"/>
    <w:rsid w:val="00E64F83"/>
    <w:rsid w:val="00E70C31"/>
    <w:rsid w:val="00E724AC"/>
    <w:rsid w:val="00E7313A"/>
    <w:rsid w:val="00E7456B"/>
    <w:rsid w:val="00E749A4"/>
    <w:rsid w:val="00E77477"/>
    <w:rsid w:val="00E8204C"/>
    <w:rsid w:val="00E847FB"/>
    <w:rsid w:val="00E86714"/>
    <w:rsid w:val="00E921AF"/>
    <w:rsid w:val="00E926D7"/>
    <w:rsid w:val="00E92BA1"/>
    <w:rsid w:val="00E93A96"/>
    <w:rsid w:val="00EA0B54"/>
    <w:rsid w:val="00EA4CCC"/>
    <w:rsid w:val="00EB2ADA"/>
    <w:rsid w:val="00EB480E"/>
    <w:rsid w:val="00EB5B30"/>
    <w:rsid w:val="00EC0FAD"/>
    <w:rsid w:val="00EC4024"/>
    <w:rsid w:val="00EC7314"/>
    <w:rsid w:val="00ED38DA"/>
    <w:rsid w:val="00ED3D4F"/>
    <w:rsid w:val="00ED7CD6"/>
    <w:rsid w:val="00EE1B52"/>
    <w:rsid w:val="00EE1DB4"/>
    <w:rsid w:val="00EE2351"/>
    <w:rsid w:val="00EE3B72"/>
    <w:rsid w:val="00EE4350"/>
    <w:rsid w:val="00EE67C1"/>
    <w:rsid w:val="00EF09E4"/>
    <w:rsid w:val="00EF2D2A"/>
    <w:rsid w:val="00F02E51"/>
    <w:rsid w:val="00F031C2"/>
    <w:rsid w:val="00F067F0"/>
    <w:rsid w:val="00F07E54"/>
    <w:rsid w:val="00F117A7"/>
    <w:rsid w:val="00F20733"/>
    <w:rsid w:val="00F21227"/>
    <w:rsid w:val="00F26896"/>
    <w:rsid w:val="00F27585"/>
    <w:rsid w:val="00F33DFD"/>
    <w:rsid w:val="00F353AA"/>
    <w:rsid w:val="00F36DC9"/>
    <w:rsid w:val="00F40AB4"/>
    <w:rsid w:val="00F42938"/>
    <w:rsid w:val="00F446D6"/>
    <w:rsid w:val="00F47313"/>
    <w:rsid w:val="00F53EC3"/>
    <w:rsid w:val="00F55565"/>
    <w:rsid w:val="00F55BAC"/>
    <w:rsid w:val="00F6131F"/>
    <w:rsid w:val="00F654D1"/>
    <w:rsid w:val="00F668F7"/>
    <w:rsid w:val="00F726E0"/>
    <w:rsid w:val="00F8072F"/>
    <w:rsid w:val="00F820B5"/>
    <w:rsid w:val="00F86AD7"/>
    <w:rsid w:val="00F86ED9"/>
    <w:rsid w:val="00F90B31"/>
    <w:rsid w:val="00F936F3"/>
    <w:rsid w:val="00F95386"/>
    <w:rsid w:val="00F9776B"/>
    <w:rsid w:val="00F97BFC"/>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302E3806</Template>
  <TotalTime>0</TotalTime>
  <Pages>4</Pages>
  <Words>6463</Words>
  <Characters>3684</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10127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4</cp:revision>
  <cp:lastPrinted>2022-03-09T06:21:00Z</cp:lastPrinted>
  <dcterms:created xsi:type="dcterms:W3CDTF">2022-05-10T12:06:00Z</dcterms:created>
  <dcterms:modified xsi:type="dcterms:W3CDTF">2022-05-18T07:47:00Z</dcterms:modified>
</cp:coreProperties>
</file>